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B81" w:rsidRDefault="00BA4B81"/>
    <w:p w:rsidR="00BA4B81" w:rsidRDefault="00BA4B81"/>
    <w:p w:rsidR="008E2640" w:rsidRPr="00CC5DF6" w:rsidRDefault="0014431C" w:rsidP="008E44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E. ZÁSADY ORGANIZACE VÝSTAVBY </w:t>
      </w:r>
    </w:p>
    <w:p w:rsidR="00A420C0" w:rsidRDefault="00A420C0"/>
    <w:p w:rsidR="008E2640" w:rsidRDefault="008E2640" w:rsidP="008E2640">
      <w:pPr>
        <w:tabs>
          <w:tab w:val="left" w:pos="1134"/>
        </w:tabs>
        <w:rPr>
          <w:sz w:val="24"/>
          <w:szCs w:val="24"/>
        </w:rPr>
      </w:pPr>
    </w:p>
    <w:p w:rsidR="00B61568" w:rsidRPr="00B61568" w:rsidRDefault="00B61568" w:rsidP="00A420C0">
      <w:pPr>
        <w:tabs>
          <w:tab w:val="left" w:pos="1134"/>
        </w:tabs>
        <w:spacing w:line="360" w:lineRule="auto"/>
        <w:rPr>
          <w:b/>
          <w:sz w:val="24"/>
          <w:szCs w:val="24"/>
        </w:rPr>
      </w:pPr>
      <w:r w:rsidRPr="00B61568">
        <w:rPr>
          <w:b/>
          <w:sz w:val="24"/>
          <w:szCs w:val="24"/>
        </w:rPr>
        <w:t>O B S A H:</w:t>
      </w:r>
    </w:p>
    <w:p w:rsidR="00B61568" w:rsidRDefault="00B61568" w:rsidP="00A420C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B61568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Identifikační údaje stavby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Předmět výstavby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Charakteristika staveniště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Řešení zařízení staveniště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Zdroje el</w:t>
      </w:r>
      <w:r w:rsidR="00DC2A07">
        <w:rPr>
          <w:sz w:val="24"/>
          <w:szCs w:val="24"/>
        </w:rPr>
        <w:t>ektrické</w:t>
      </w:r>
      <w:r>
        <w:rPr>
          <w:sz w:val="24"/>
          <w:szCs w:val="24"/>
        </w:rPr>
        <w:t xml:space="preserve"> energie a vody pro stavební účely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Řešení dopravy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Údaje o zvláštních opatřeních</w:t>
      </w:r>
      <w:r w:rsidR="002A7C89">
        <w:rPr>
          <w:sz w:val="24"/>
          <w:szCs w:val="24"/>
        </w:rPr>
        <w:t>, bezpečnost práce</w:t>
      </w:r>
    </w:p>
    <w:p w:rsidR="00B30510" w:rsidRDefault="00B30510" w:rsidP="00780A71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Vliv </w:t>
      </w:r>
      <w:r w:rsidR="00780A71">
        <w:rPr>
          <w:sz w:val="24"/>
          <w:szCs w:val="24"/>
        </w:rPr>
        <w:t xml:space="preserve">stavby </w:t>
      </w:r>
      <w:r>
        <w:rPr>
          <w:sz w:val="24"/>
          <w:szCs w:val="24"/>
        </w:rPr>
        <w:t>na životní prostředí</w:t>
      </w:r>
    </w:p>
    <w:p w:rsidR="00B30510" w:rsidRDefault="00B30510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DA6C61" w:rsidRDefault="00DA6C61" w:rsidP="00A420C0">
      <w:pPr>
        <w:tabs>
          <w:tab w:val="left" w:pos="567"/>
        </w:tabs>
        <w:spacing w:line="360" w:lineRule="auto"/>
        <w:rPr>
          <w:sz w:val="24"/>
          <w:szCs w:val="24"/>
        </w:rPr>
      </w:pPr>
    </w:p>
    <w:p w:rsidR="00A420C0" w:rsidRPr="00A420C0" w:rsidRDefault="00A420C0" w:rsidP="00B30510">
      <w:pPr>
        <w:numPr>
          <w:ilvl w:val="0"/>
          <w:numId w:val="8"/>
        </w:numPr>
        <w:tabs>
          <w:tab w:val="clear" w:pos="720"/>
        </w:tabs>
        <w:spacing w:line="360" w:lineRule="auto"/>
        <w:ind w:left="567" w:hanging="567"/>
        <w:rPr>
          <w:b/>
          <w:sz w:val="28"/>
          <w:szCs w:val="28"/>
        </w:rPr>
      </w:pPr>
      <w:r w:rsidRPr="00A420C0">
        <w:rPr>
          <w:b/>
          <w:sz w:val="28"/>
          <w:szCs w:val="28"/>
        </w:rPr>
        <w:lastRenderedPageBreak/>
        <w:t>Identifika</w:t>
      </w:r>
      <w:r w:rsidR="008E44C6">
        <w:rPr>
          <w:b/>
          <w:sz w:val="28"/>
          <w:szCs w:val="28"/>
        </w:rPr>
        <w:t xml:space="preserve">ční údaje </w:t>
      </w:r>
      <w:r w:rsidRPr="00A420C0">
        <w:rPr>
          <w:b/>
          <w:sz w:val="28"/>
          <w:szCs w:val="28"/>
        </w:rPr>
        <w:t>stavby</w:t>
      </w:r>
    </w:p>
    <w:p w:rsidR="0015515F" w:rsidRDefault="0015515F" w:rsidP="0015515F">
      <w:pPr>
        <w:tabs>
          <w:tab w:val="left" w:pos="567"/>
          <w:tab w:val="left" w:pos="2835"/>
        </w:tabs>
        <w:spacing w:line="360" w:lineRule="auto"/>
        <w:ind w:left="708" w:hanging="141"/>
        <w:rPr>
          <w:sz w:val="24"/>
          <w:szCs w:val="24"/>
        </w:rPr>
      </w:pPr>
    </w:p>
    <w:p w:rsidR="004B5808" w:rsidRDefault="004B5808" w:rsidP="004B5808">
      <w:pPr>
        <w:tabs>
          <w:tab w:val="left" w:pos="567"/>
          <w:tab w:val="left" w:pos="2835"/>
        </w:tabs>
        <w:spacing w:line="360" w:lineRule="auto"/>
        <w:ind w:left="708" w:hanging="141"/>
        <w:rPr>
          <w:b/>
          <w:sz w:val="24"/>
        </w:rPr>
      </w:pPr>
      <w:r w:rsidRPr="0097370E">
        <w:rPr>
          <w:sz w:val="24"/>
          <w:szCs w:val="24"/>
        </w:rPr>
        <w:t>Akce:</w:t>
      </w:r>
      <w:r w:rsidRPr="0097370E">
        <w:rPr>
          <w:sz w:val="24"/>
        </w:rPr>
        <w:tab/>
      </w:r>
      <w:r>
        <w:rPr>
          <w:b/>
          <w:sz w:val="24"/>
        </w:rPr>
        <w:t>Modernizace strojovny vytápění</w:t>
      </w:r>
    </w:p>
    <w:p w:rsidR="004B5808" w:rsidRPr="0097370E" w:rsidRDefault="004B5808" w:rsidP="004B5808">
      <w:pPr>
        <w:tabs>
          <w:tab w:val="left" w:pos="567"/>
          <w:tab w:val="left" w:pos="2835"/>
        </w:tabs>
        <w:spacing w:line="360" w:lineRule="auto"/>
        <w:ind w:left="708" w:hanging="141"/>
        <w:rPr>
          <w:sz w:val="24"/>
        </w:rPr>
      </w:pPr>
      <w:r w:rsidRPr="0097370E">
        <w:rPr>
          <w:sz w:val="24"/>
        </w:rPr>
        <w:t>Místo stavby:</w:t>
      </w:r>
      <w:r w:rsidRPr="0097370E">
        <w:rPr>
          <w:sz w:val="24"/>
        </w:rPr>
        <w:tab/>
      </w:r>
      <w:r w:rsidRPr="0071508A">
        <w:rPr>
          <w:b/>
          <w:sz w:val="24"/>
        </w:rPr>
        <w:t xml:space="preserve">Základní škola </w:t>
      </w:r>
      <w:proofErr w:type="spellStart"/>
      <w:r w:rsidRPr="0071508A">
        <w:rPr>
          <w:b/>
          <w:sz w:val="24"/>
        </w:rPr>
        <w:t>Aléská</w:t>
      </w:r>
      <w:proofErr w:type="spellEnd"/>
      <w:r w:rsidRPr="0071508A">
        <w:rPr>
          <w:b/>
          <w:sz w:val="24"/>
        </w:rPr>
        <w:t xml:space="preserve"> 270, Bílina</w:t>
      </w:r>
      <w:r w:rsidRPr="00C61B0B">
        <w:rPr>
          <w:b/>
          <w:sz w:val="24"/>
        </w:rPr>
        <w:t xml:space="preserve"> </w:t>
      </w:r>
    </w:p>
    <w:p w:rsidR="004B5808" w:rsidRPr="0097370E" w:rsidRDefault="004B5808" w:rsidP="004B5808">
      <w:pPr>
        <w:tabs>
          <w:tab w:val="left" w:pos="567"/>
          <w:tab w:val="left" w:pos="2835"/>
        </w:tabs>
        <w:spacing w:line="360" w:lineRule="auto"/>
        <w:ind w:left="567"/>
        <w:rPr>
          <w:sz w:val="24"/>
        </w:rPr>
      </w:pPr>
      <w:r w:rsidRPr="0097370E">
        <w:rPr>
          <w:sz w:val="24"/>
        </w:rPr>
        <w:t>Stupeň PD: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Dokumentace </w:t>
      </w:r>
      <w:r>
        <w:rPr>
          <w:b/>
          <w:sz w:val="24"/>
        </w:rPr>
        <w:t>pro provádění stavby</w:t>
      </w:r>
    </w:p>
    <w:p w:rsidR="004B5808" w:rsidRPr="00EA62E1" w:rsidRDefault="004B5808" w:rsidP="004B5808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2"/>
        </w:rPr>
      </w:pPr>
      <w:r>
        <w:rPr>
          <w:sz w:val="24"/>
        </w:rPr>
        <w:t>Objedn</w:t>
      </w:r>
      <w:r w:rsidRPr="0097370E">
        <w:rPr>
          <w:sz w:val="24"/>
        </w:rPr>
        <w:t>atel:</w:t>
      </w:r>
      <w:r w:rsidRPr="0097370E">
        <w:rPr>
          <w:sz w:val="24"/>
        </w:rPr>
        <w:tab/>
      </w:r>
      <w:r w:rsidRPr="00EA62E1">
        <w:rPr>
          <w:b/>
          <w:sz w:val="24"/>
        </w:rPr>
        <w:t xml:space="preserve">Město </w:t>
      </w:r>
      <w:r>
        <w:rPr>
          <w:b/>
          <w:sz w:val="24"/>
        </w:rPr>
        <w:t xml:space="preserve">Bílina, </w:t>
      </w:r>
      <w:proofErr w:type="spellStart"/>
      <w:r>
        <w:rPr>
          <w:b/>
          <w:sz w:val="24"/>
        </w:rPr>
        <w:t>Břežánská</w:t>
      </w:r>
      <w:proofErr w:type="spellEnd"/>
      <w:r>
        <w:rPr>
          <w:b/>
          <w:sz w:val="24"/>
        </w:rPr>
        <w:t xml:space="preserve"> 50/4, 418 31 Bílina</w:t>
      </w:r>
      <w:r w:rsidRPr="0097370E">
        <w:rPr>
          <w:sz w:val="24"/>
        </w:rPr>
        <w:tab/>
      </w:r>
      <w:r w:rsidRPr="0097370E">
        <w:rPr>
          <w:sz w:val="24"/>
        </w:rPr>
        <w:tab/>
      </w:r>
    </w:p>
    <w:p w:rsidR="004B5808" w:rsidRPr="0097370E" w:rsidRDefault="004B5808" w:rsidP="004B5808">
      <w:pPr>
        <w:tabs>
          <w:tab w:val="left" w:pos="0"/>
          <w:tab w:val="left" w:pos="2835"/>
        </w:tabs>
        <w:spacing w:line="360" w:lineRule="auto"/>
        <w:ind w:firstLine="567"/>
        <w:rPr>
          <w:b/>
          <w:sz w:val="24"/>
        </w:rPr>
      </w:pPr>
      <w:r w:rsidRPr="0097370E">
        <w:rPr>
          <w:sz w:val="24"/>
        </w:rPr>
        <w:t>Projektant:</w:t>
      </w:r>
      <w:r w:rsidRPr="0097370E">
        <w:rPr>
          <w:sz w:val="24"/>
        </w:rPr>
        <w:tab/>
      </w:r>
      <w:r w:rsidRPr="00A57FDF">
        <w:rPr>
          <w:b/>
          <w:sz w:val="24"/>
        </w:rPr>
        <w:t>Ing. Václav Remuta</w:t>
      </w:r>
      <w:r w:rsidRPr="009272F4">
        <w:rPr>
          <w:b/>
          <w:sz w:val="24"/>
        </w:rPr>
        <w:t>, TZB č. ČKAIT 0</w:t>
      </w:r>
      <w:r>
        <w:rPr>
          <w:b/>
          <w:sz w:val="24"/>
        </w:rPr>
        <w:t>401228</w:t>
      </w:r>
    </w:p>
    <w:p w:rsidR="004B5808" w:rsidRPr="00A57FDF" w:rsidRDefault="004B5808" w:rsidP="004B5808">
      <w:pPr>
        <w:tabs>
          <w:tab w:val="left" w:pos="567"/>
          <w:tab w:val="left" w:pos="1701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ab/>
      </w:r>
      <w:r w:rsidRPr="0097370E">
        <w:rPr>
          <w:sz w:val="24"/>
        </w:rPr>
        <w:tab/>
      </w:r>
      <w:r w:rsidRPr="00A57FDF">
        <w:rPr>
          <w:b/>
          <w:sz w:val="24"/>
        </w:rPr>
        <w:t>Průběžná 3372, 434 01 Most</w:t>
      </w:r>
    </w:p>
    <w:p w:rsidR="004B5808" w:rsidRPr="0097370E" w:rsidRDefault="004B5808" w:rsidP="004B5808">
      <w:pPr>
        <w:tabs>
          <w:tab w:val="left" w:pos="567"/>
          <w:tab w:val="left" w:pos="2835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proofErr w:type="spellStart"/>
      <w:proofErr w:type="gramStart"/>
      <w:r w:rsidRPr="0097370E">
        <w:rPr>
          <w:sz w:val="24"/>
        </w:rPr>
        <w:t>Zak</w:t>
      </w:r>
      <w:proofErr w:type="gramEnd"/>
      <w:r w:rsidRPr="0097370E">
        <w:rPr>
          <w:sz w:val="24"/>
        </w:rPr>
        <w:t>.</w:t>
      </w:r>
      <w:proofErr w:type="gramStart"/>
      <w:r w:rsidRPr="0097370E">
        <w:rPr>
          <w:sz w:val="24"/>
        </w:rPr>
        <w:t>č.</w:t>
      </w:r>
      <w:proofErr w:type="gramEnd"/>
      <w:r>
        <w:rPr>
          <w:sz w:val="24"/>
        </w:rPr>
        <w:t>proj</w:t>
      </w:r>
      <w:proofErr w:type="spellEnd"/>
      <w:r w:rsidRPr="0097370E">
        <w:rPr>
          <w:sz w:val="24"/>
        </w:rPr>
        <w:t>:</w:t>
      </w:r>
      <w:r w:rsidRPr="0097370E">
        <w:rPr>
          <w:sz w:val="24"/>
        </w:rPr>
        <w:tab/>
      </w:r>
      <w:r w:rsidRPr="00C61B0B">
        <w:rPr>
          <w:b/>
          <w:sz w:val="24"/>
        </w:rPr>
        <w:t>0</w:t>
      </w:r>
      <w:r>
        <w:rPr>
          <w:b/>
          <w:sz w:val="24"/>
        </w:rPr>
        <w:t>4</w:t>
      </w:r>
      <w:r w:rsidRPr="00C61B0B">
        <w:rPr>
          <w:b/>
          <w:sz w:val="24"/>
        </w:rPr>
        <w:t>-201</w:t>
      </w:r>
      <w:r>
        <w:rPr>
          <w:b/>
          <w:sz w:val="24"/>
        </w:rPr>
        <w:t>9</w:t>
      </w:r>
      <w:r w:rsidRPr="00C61B0B">
        <w:rPr>
          <w:b/>
          <w:sz w:val="24"/>
        </w:rPr>
        <w:t>-4</w:t>
      </w:r>
      <w:r>
        <w:rPr>
          <w:b/>
          <w:sz w:val="24"/>
        </w:rPr>
        <w:t>88</w:t>
      </w:r>
    </w:p>
    <w:p w:rsidR="004B5808" w:rsidRPr="0097370E" w:rsidRDefault="004B5808" w:rsidP="004B5808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Datum:</w:t>
      </w:r>
      <w:r w:rsidRPr="0097370E">
        <w:rPr>
          <w:sz w:val="24"/>
        </w:rPr>
        <w:tab/>
      </w:r>
      <w:r>
        <w:rPr>
          <w:b/>
          <w:sz w:val="24"/>
        </w:rPr>
        <w:t>duben 2019</w:t>
      </w:r>
    </w:p>
    <w:p w:rsidR="004B5808" w:rsidRPr="0097370E" w:rsidRDefault="004B5808" w:rsidP="004B5808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Vypracoval: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Ing. </w:t>
      </w:r>
      <w:r>
        <w:rPr>
          <w:b/>
          <w:sz w:val="24"/>
        </w:rPr>
        <w:t>Václav Remuta</w:t>
      </w:r>
    </w:p>
    <w:p w:rsidR="00B24426" w:rsidRPr="0097370E" w:rsidRDefault="00B24426" w:rsidP="00B24426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</w:p>
    <w:p w:rsidR="00A420C0" w:rsidRPr="00A420C0" w:rsidRDefault="00B30510" w:rsidP="00A420C0">
      <w:pPr>
        <w:tabs>
          <w:tab w:val="left" w:pos="567"/>
          <w:tab w:val="left" w:pos="340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>Předmět výstavby</w:t>
      </w:r>
    </w:p>
    <w:p w:rsidR="00B24426" w:rsidRDefault="00B24426" w:rsidP="00B24426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:rsidR="000C56E6" w:rsidRDefault="004B5808" w:rsidP="000C56E6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  <w:r w:rsidRPr="004B5808">
        <w:rPr>
          <w:sz w:val="24"/>
        </w:rPr>
        <w:t xml:space="preserve">Předpokládaná stavba obsahuje modernizaci strojovny vytápění v ZŠ </w:t>
      </w:r>
      <w:proofErr w:type="spellStart"/>
      <w:r w:rsidRPr="004B5808">
        <w:rPr>
          <w:sz w:val="24"/>
        </w:rPr>
        <w:t>Aléská</w:t>
      </w:r>
      <w:proofErr w:type="spellEnd"/>
      <w:r w:rsidRPr="004B5808">
        <w:rPr>
          <w:sz w:val="24"/>
        </w:rPr>
        <w:t xml:space="preserve"> 270 v Bílině, která je umístěna v 1. PP pavilonu „A“. Ve stávajícím prostoru strojovny vytápění bude instalovaná nová technologie směšování topné vody a ohřevu teplé vody.  Nová technologie bude napojena na stávající vstupy (studená voda a elektro) a výstupy (okruhy vytápění, teplá voda a cirkulace).</w:t>
      </w:r>
    </w:p>
    <w:p w:rsidR="004B5808" w:rsidRDefault="004B5808" w:rsidP="000C56E6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</w:p>
    <w:p w:rsidR="00A420C0" w:rsidRDefault="00B30510" w:rsidP="00780A71">
      <w:pPr>
        <w:numPr>
          <w:ilvl w:val="0"/>
          <w:numId w:val="9"/>
        </w:numPr>
        <w:tabs>
          <w:tab w:val="left" w:pos="567"/>
        </w:tabs>
        <w:spacing w:line="360" w:lineRule="auto"/>
        <w:ind w:hanging="720"/>
        <w:jc w:val="both"/>
        <w:rPr>
          <w:b/>
          <w:sz w:val="28"/>
          <w:szCs w:val="28"/>
        </w:rPr>
      </w:pPr>
      <w:r w:rsidRPr="00B30510">
        <w:rPr>
          <w:b/>
          <w:sz w:val="28"/>
          <w:szCs w:val="28"/>
        </w:rPr>
        <w:t>Charakteristika staveniště</w:t>
      </w:r>
    </w:p>
    <w:p w:rsidR="00E15B54" w:rsidRDefault="00E15B54" w:rsidP="00A8756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Území stavby je </w:t>
      </w:r>
      <w:r w:rsidR="00205380">
        <w:rPr>
          <w:sz w:val="24"/>
          <w:szCs w:val="24"/>
        </w:rPr>
        <w:t xml:space="preserve">ve stávajícím objektu </w:t>
      </w:r>
      <w:r w:rsidR="004B5808">
        <w:rPr>
          <w:sz w:val="24"/>
          <w:szCs w:val="24"/>
        </w:rPr>
        <w:t xml:space="preserve">ZŠ </w:t>
      </w:r>
      <w:proofErr w:type="spellStart"/>
      <w:r w:rsidR="004B5808">
        <w:rPr>
          <w:sz w:val="24"/>
          <w:szCs w:val="24"/>
        </w:rPr>
        <w:t>Aléská</w:t>
      </w:r>
      <w:proofErr w:type="spellEnd"/>
      <w:r w:rsidR="004B5808">
        <w:rPr>
          <w:sz w:val="24"/>
          <w:szCs w:val="24"/>
        </w:rPr>
        <w:t xml:space="preserve"> 270 Bílina</w:t>
      </w:r>
      <w:r w:rsidR="00360A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="00915F68">
        <w:rPr>
          <w:sz w:val="24"/>
          <w:szCs w:val="24"/>
        </w:rPr>
        <w:t>pozemku stavb</w:t>
      </w:r>
      <w:r w:rsidR="00FB3135">
        <w:rPr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E15B54" w:rsidRDefault="00E15B54" w:rsidP="00A8756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 prostoru stavby není nic, co by bránilo její realizaci.</w:t>
      </w:r>
    </w:p>
    <w:p w:rsidR="000831CA" w:rsidRDefault="000831CA" w:rsidP="00780A71">
      <w:pPr>
        <w:tabs>
          <w:tab w:val="left" w:pos="567"/>
        </w:tabs>
        <w:spacing w:line="360" w:lineRule="auto"/>
        <w:ind w:left="360"/>
        <w:jc w:val="both"/>
        <w:rPr>
          <w:sz w:val="24"/>
          <w:szCs w:val="24"/>
        </w:rPr>
      </w:pPr>
    </w:p>
    <w:p w:rsidR="00B30510" w:rsidRDefault="00B30510" w:rsidP="00780A71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Řešení zařízení staveniště</w:t>
      </w:r>
    </w:p>
    <w:p w:rsidR="00205380" w:rsidRPr="00B36DE5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>4.1 Dotčení vedení podzemních sítí</w:t>
      </w: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Jelikož se jedná o stavbu prováděnou ve stávajícím objektu, nebude nutno řešit respektování ochranných pásem stávajících venkovních vedení a kabelů. Žádná ochranná pásma jakož i chráněná a zátopová území nejsou stavbou dotčena. </w:t>
      </w: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4B5808" w:rsidRDefault="004B5808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703E15" w:rsidRDefault="00703E15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3C0924" w:rsidRDefault="003C0924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lastRenderedPageBreak/>
        <w:t>4.2 Zábory pozemků potřebných pro výstavbu</w:t>
      </w:r>
    </w:p>
    <w:p w:rsidR="00205380" w:rsidRDefault="00205380" w:rsidP="00086D96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Stavba bude realizována uvnitř stávajícího objektu, na pozemcích vlastníka zařízení v katastrálním území</w:t>
      </w:r>
      <w:r w:rsidR="00360A5D">
        <w:rPr>
          <w:sz w:val="24"/>
        </w:rPr>
        <w:t xml:space="preserve"> </w:t>
      </w:r>
      <w:r w:rsidR="004B5808">
        <w:rPr>
          <w:sz w:val="24"/>
        </w:rPr>
        <w:t>Bílina</w:t>
      </w:r>
      <w:r>
        <w:rPr>
          <w:sz w:val="24"/>
        </w:rPr>
        <w:t>. Stavba je prováděna ve stávající</w:t>
      </w:r>
      <w:r w:rsidR="003921AD">
        <w:rPr>
          <w:sz w:val="24"/>
        </w:rPr>
        <w:t>m</w:t>
      </w:r>
      <w:r>
        <w:rPr>
          <w:sz w:val="24"/>
        </w:rPr>
        <w:t xml:space="preserve"> objektu a jiné pozemky nejsou dotčeny.</w:t>
      </w:r>
      <w:r w:rsidR="00B24426">
        <w:rPr>
          <w:sz w:val="24"/>
        </w:rPr>
        <w:t xml:space="preserve"> </w:t>
      </w:r>
      <w:r>
        <w:rPr>
          <w:sz w:val="24"/>
        </w:rPr>
        <w:t xml:space="preserve">Z těchto důvodů není nutno řešit zábory prostorů potřebných pro realizaci </w:t>
      </w:r>
      <w:r w:rsidR="00BE5F5F">
        <w:rPr>
          <w:sz w:val="24"/>
        </w:rPr>
        <w:t>modernizace</w:t>
      </w:r>
      <w:r w:rsidR="00086D96">
        <w:rPr>
          <w:sz w:val="24"/>
        </w:rPr>
        <w:t xml:space="preserve"> a </w:t>
      </w:r>
      <w:r>
        <w:rPr>
          <w:sz w:val="24"/>
        </w:rPr>
        <w:t xml:space="preserve">pohyb pěších </w:t>
      </w:r>
      <w:r w:rsidR="00086D96">
        <w:rPr>
          <w:sz w:val="24"/>
        </w:rPr>
        <w:t xml:space="preserve">v okolí stavby. </w:t>
      </w:r>
      <w:r>
        <w:rPr>
          <w:sz w:val="24"/>
        </w:rPr>
        <w:t xml:space="preserve"> </w:t>
      </w: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Vjezd na stavbu bude zajištěn </w:t>
      </w:r>
      <w:r w:rsidR="00020BF2">
        <w:rPr>
          <w:sz w:val="24"/>
        </w:rPr>
        <w:t>z </w:t>
      </w:r>
      <w:r>
        <w:rPr>
          <w:sz w:val="24"/>
        </w:rPr>
        <w:t>ulice</w:t>
      </w:r>
      <w:r w:rsidR="00020BF2">
        <w:rPr>
          <w:sz w:val="24"/>
        </w:rPr>
        <w:t xml:space="preserve"> </w:t>
      </w:r>
      <w:proofErr w:type="spellStart"/>
      <w:r w:rsidR="004B5808">
        <w:rPr>
          <w:sz w:val="24"/>
        </w:rPr>
        <w:t>Aléská</w:t>
      </w:r>
      <w:proofErr w:type="spellEnd"/>
      <w:r>
        <w:rPr>
          <w:sz w:val="24"/>
        </w:rPr>
        <w:t xml:space="preserve">. </w:t>
      </w:r>
    </w:p>
    <w:p w:rsidR="00205380" w:rsidRDefault="00205380" w:rsidP="00205380">
      <w:pPr>
        <w:tabs>
          <w:tab w:val="left" w:pos="567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Celý prostor musí být udržován v čistotě a pořádku a viditelně označen.</w:t>
      </w:r>
    </w:p>
    <w:p w:rsidR="009B3542" w:rsidRDefault="009B3542" w:rsidP="00205380">
      <w:pPr>
        <w:tabs>
          <w:tab w:val="left" w:pos="567"/>
        </w:tabs>
        <w:spacing w:line="360" w:lineRule="auto"/>
        <w:ind w:firstLine="567"/>
        <w:jc w:val="both"/>
        <w:rPr>
          <w:sz w:val="24"/>
          <w:szCs w:val="24"/>
        </w:rPr>
      </w:pPr>
    </w:p>
    <w:p w:rsidR="00E444CC" w:rsidRDefault="00E444CC" w:rsidP="00E444CC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>4.3 Postup provádění prací při výstavbě</w:t>
      </w:r>
    </w:p>
    <w:p w:rsidR="00EC2543" w:rsidRPr="00224F27" w:rsidRDefault="00E444CC" w:rsidP="00E444CC">
      <w:pPr>
        <w:tabs>
          <w:tab w:val="left" w:pos="0"/>
        </w:tabs>
        <w:spacing w:line="360" w:lineRule="auto"/>
        <w:ind w:firstLine="567"/>
        <w:jc w:val="both"/>
        <w:rPr>
          <w:color w:val="FF0000"/>
          <w:sz w:val="24"/>
        </w:rPr>
      </w:pPr>
      <w:r w:rsidRPr="00E0271D">
        <w:rPr>
          <w:sz w:val="24"/>
        </w:rPr>
        <w:t>Stavba je umístěna v prostoru (tedy i na pozemku) stávající</w:t>
      </w:r>
      <w:r w:rsidR="004B5808">
        <w:rPr>
          <w:sz w:val="24"/>
        </w:rPr>
        <w:t xml:space="preserve"> ZŠ </w:t>
      </w:r>
      <w:proofErr w:type="spellStart"/>
      <w:r w:rsidR="004B5808">
        <w:rPr>
          <w:sz w:val="24"/>
        </w:rPr>
        <w:t>Aléská</w:t>
      </w:r>
      <w:proofErr w:type="spellEnd"/>
      <w:r w:rsidR="004B5808">
        <w:rPr>
          <w:sz w:val="24"/>
        </w:rPr>
        <w:t xml:space="preserve"> 270 Bílina</w:t>
      </w:r>
      <w:r w:rsidRPr="00E0271D">
        <w:rPr>
          <w:sz w:val="24"/>
        </w:rPr>
        <w:t>. Je navržena jako jeden realizační celek provedený v jed</w:t>
      </w:r>
      <w:r w:rsidR="003921AD" w:rsidRPr="00E0271D">
        <w:rPr>
          <w:sz w:val="24"/>
        </w:rPr>
        <w:t>né etapě. Stavba bude provedena</w:t>
      </w:r>
      <w:r w:rsidRPr="00E0271D">
        <w:rPr>
          <w:sz w:val="24"/>
        </w:rPr>
        <w:t xml:space="preserve"> pokud možno </w:t>
      </w:r>
      <w:r w:rsidR="00BE5F5F">
        <w:rPr>
          <w:sz w:val="24"/>
        </w:rPr>
        <w:t xml:space="preserve">v období </w:t>
      </w:r>
      <w:r w:rsidRPr="00E0271D">
        <w:rPr>
          <w:sz w:val="24"/>
        </w:rPr>
        <w:t>mimo topnou sezónu</w:t>
      </w:r>
      <w:r w:rsidR="004B5808">
        <w:rPr>
          <w:sz w:val="24"/>
        </w:rPr>
        <w:t xml:space="preserve"> </w:t>
      </w:r>
      <w:r w:rsidR="004B5808">
        <w:rPr>
          <w:sz w:val="24"/>
        </w:rPr>
        <w:t>(nejlépe v době letních prázdnin)</w:t>
      </w:r>
      <w:r w:rsidR="004B5808">
        <w:rPr>
          <w:sz w:val="24"/>
        </w:rPr>
        <w:t xml:space="preserve"> </w:t>
      </w:r>
      <w:r w:rsidRPr="00E0271D">
        <w:rPr>
          <w:sz w:val="24"/>
        </w:rPr>
        <w:t>tak, aby nebylo narušeno vytápění objekt</w:t>
      </w:r>
      <w:r w:rsidR="00BE5F5F">
        <w:rPr>
          <w:sz w:val="24"/>
        </w:rPr>
        <w:t>u</w:t>
      </w:r>
      <w:r w:rsidR="004B5808">
        <w:rPr>
          <w:sz w:val="24"/>
        </w:rPr>
        <w:t>.</w:t>
      </w:r>
      <w:r w:rsidR="004B5808" w:rsidRPr="00E0271D">
        <w:rPr>
          <w:sz w:val="24"/>
        </w:rPr>
        <w:t xml:space="preserve"> </w:t>
      </w:r>
      <w:r w:rsidR="005C11AE">
        <w:rPr>
          <w:color w:val="FF0000"/>
          <w:sz w:val="24"/>
        </w:rPr>
        <w:t xml:space="preserve"> </w:t>
      </w:r>
      <w:r w:rsidR="005C11AE">
        <w:rPr>
          <w:sz w:val="24"/>
        </w:rPr>
        <w:t>Při stavbě bude přerušena dodávka teplé vody do objektu. Z tohoto důvodu bude správným postupem prací minimalizov</w:t>
      </w:r>
      <w:r w:rsidR="00BE5F5F">
        <w:rPr>
          <w:sz w:val="24"/>
        </w:rPr>
        <w:t>ána</w:t>
      </w:r>
      <w:r w:rsidR="005C11AE">
        <w:rPr>
          <w:sz w:val="24"/>
        </w:rPr>
        <w:t xml:space="preserve"> odstávk</w:t>
      </w:r>
      <w:r w:rsidR="00BE5F5F">
        <w:rPr>
          <w:sz w:val="24"/>
        </w:rPr>
        <w:t>a</w:t>
      </w:r>
      <w:r w:rsidR="005C11AE">
        <w:rPr>
          <w:sz w:val="24"/>
        </w:rPr>
        <w:t xml:space="preserve"> teplé vody na co nejkratší </w:t>
      </w:r>
      <w:r w:rsidR="00BE5F5F">
        <w:rPr>
          <w:sz w:val="24"/>
        </w:rPr>
        <w:t>možnou dobu</w:t>
      </w:r>
      <w:r w:rsidR="005C11AE">
        <w:rPr>
          <w:sz w:val="24"/>
        </w:rPr>
        <w:t xml:space="preserve">. </w:t>
      </w:r>
    </w:p>
    <w:p w:rsidR="00DA6C61" w:rsidRDefault="00DA6C61" w:rsidP="00BE5F5F">
      <w:pPr>
        <w:tabs>
          <w:tab w:val="left" w:pos="0"/>
        </w:tabs>
        <w:spacing w:before="120" w:line="360" w:lineRule="auto"/>
        <w:ind w:firstLine="567"/>
        <w:jc w:val="both"/>
        <w:rPr>
          <w:sz w:val="24"/>
        </w:rPr>
      </w:pPr>
      <w:r w:rsidRPr="003F00A5">
        <w:rPr>
          <w:sz w:val="24"/>
        </w:rPr>
        <w:t>Navržený postup prováděn</w:t>
      </w:r>
      <w:r w:rsidR="00BE5F5F">
        <w:rPr>
          <w:sz w:val="24"/>
        </w:rPr>
        <w:t>ých</w:t>
      </w:r>
      <w:r w:rsidRPr="003F00A5">
        <w:rPr>
          <w:sz w:val="24"/>
        </w:rPr>
        <w:t xml:space="preserve"> prací</w:t>
      </w:r>
      <w:r w:rsidR="00C221C9">
        <w:rPr>
          <w:sz w:val="24"/>
        </w:rPr>
        <w:t xml:space="preserve"> při </w:t>
      </w:r>
      <w:r w:rsidR="00BE5F5F">
        <w:rPr>
          <w:sz w:val="24"/>
        </w:rPr>
        <w:t>modernizaci</w:t>
      </w:r>
      <w:r w:rsidR="00C221C9">
        <w:rPr>
          <w:sz w:val="24"/>
        </w:rPr>
        <w:t xml:space="preserve"> </w:t>
      </w:r>
      <w:r w:rsidR="00112EDC">
        <w:rPr>
          <w:sz w:val="24"/>
        </w:rPr>
        <w:t>plynové kotelny</w:t>
      </w:r>
      <w:r w:rsidRPr="003F00A5">
        <w:rPr>
          <w:sz w:val="24"/>
        </w:rPr>
        <w:t>: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Převzetí staveniště od investora</w:t>
      </w:r>
    </w:p>
    <w:p w:rsidR="00FD3F78" w:rsidRDefault="00FD3F78" w:rsidP="00FD3F78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Bourání betonových základů + odvoz suti </w:t>
      </w:r>
    </w:p>
    <w:p w:rsidR="00964A13" w:rsidRDefault="00964A13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Odstavení </w:t>
      </w:r>
      <w:r w:rsidR="004B5808">
        <w:rPr>
          <w:sz w:val="24"/>
        </w:rPr>
        <w:t>strojovny vytápění</w:t>
      </w:r>
    </w:p>
    <w:p w:rsidR="00964A13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Uzavření přívodu </w:t>
      </w:r>
      <w:r w:rsidR="004B5808">
        <w:rPr>
          <w:sz w:val="24"/>
        </w:rPr>
        <w:t xml:space="preserve">horkovodu </w:t>
      </w:r>
      <w:r>
        <w:rPr>
          <w:sz w:val="24"/>
        </w:rPr>
        <w:t xml:space="preserve">a studené vody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Vypuštění </w:t>
      </w:r>
      <w:r w:rsidR="004116A9">
        <w:rPr>
          <w:sz w:val="24"/>
        </w:rPr>
        <w:t xml:space="preserve">větví </w:t>
      </w:r>
      <w:r>
        <w:rPr>
          <w:sz w:val="24"/>
        </w:rPr>
        <w:t>ÚT, SV, TV a C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Demontáž tepelných izolací vč. likvidace na skládku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Demontáž elektro</w:t>
      </w:r>
      <w:r w:rsidR="004116A9">
        <w:rPr>
          <w:sz w:val="24"/>
        </w:rPr>
        <w:t xml:space="preserve">, </w:t>
      </w:r>
      <w:proofErr w:type="spellStart"/>
      <w:r>
        <w:rPr>
          <w:sz w:val="24"/>
        </w:rPr>
        <w:t>MaR</w:t>
      </w:r>
      <w:proofErr w:type="spellEnd"/>
      <w:r w:rsidR="004116A9">
        <w:rPr>
          <w:sz w:val="24"/>
        </w:rPr>
        <w:t xml:space="preserve"> a EZS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Demontáž a odvoz technologie </w:t>
      </w:r>
      <w:proofErr w:type="gramStart"/>
      <w:r w:rsidR="004B5808">
        <w:rPr>
          <w:sz w:val="24"/>
        </w:rPr>
        <w:t xml:space="preserve">vytápění </w:t>
      </w:r>
      <w:r>
        <w:rPr>
          <w:sz w:val="24"/>
        </w:rPr>
        <w:t xml:space="preserve"> vč.</w:t>
      </w:r>
      <w:proofErr w:type="gramEnd"/>
      <w:r>
        <w:rPr>
          <w:sz w:val="24"/>
        </w:rPr>
        <w:t xml:space="preserve"> potrubí</w:t>
      </w:r>
      <w:r w:rsidR="0057144E">
        <w:rPr>
          <w:sz w:val="24"/>
        </w:rPr>
        <w:t xml:space="preserve"> a </w:t>
      </w:r>
      <w:r w:rsidR="004B5808">
        <w:rPr>
          <w:sz w:val="24"/>
        </w:rPr>
        <w:t>armatur</w:t>
      </w:r>
      <w:r>
        <w:rPr>
          <w:sz w:val="24"/>
        </w:rPr>
        <w:t xml:space="preserve">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Úklid v</w:t>
      </w:r>
      <w:r w:rsidR="004116A9">
        <w:rPr>
          <w:sz w:val="24"/>
        </w:rPr>
        <w:t> </w:t>
      </w:r>
      <w:r>
        <w:rPr>
          <w:sz w:val="24"/>
        </w:rPr>
        <w:t>místnostech</w:t>
      </w:r>
    </w:p>
    <w:p w:rsidR="004116A9" w:rsidRDefault="0054350A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M</w:t>
      </w:r>
      <w:r w:rsidR="004116A9">
        <w:rPr>
          <w:sz w:val="24"/>
        </w:rPr>
        <w:t>alby v</w:t>
      </w:r>
      <w:r w:rsidR="004B5808">
        <w:rPr>
          <w:sz w:val="24"/>
        </w:rPr>
        <w:t> </w:t>
      </w:r>
      <w:r w:rsidR="004116A9">
        <w:rPr>
          <w:sz w:val="24"/>
        </w:rPr>
        <w:t>místnost</w:t>
      </w:r>
      <w:r>
        <w:rPr>
          <w:sz w:val="24"/>
        </w:rPr>
        <w:t>i</w:t>
      </w:r>
    </w:p>
    <w:p w:rsidR="004B5808" w:rsidRDefault="004B5808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Oprava podlahy strojovny</w:t>
      </w:r>
      <w:r w:rsidR="00FD3F78">
        <w:rPr>
          <w:sz w:val="24"/>
        </w:rPr>
        <w:t>,</w:t>
      </w:r>
      <w:r w:rsidR="00AE10ED">
        <w:rPr>
          <w:sz w:val="24"/>
        </w:rPr>
        <w:t xml:space="preserve"> nová</w:t>
      </w:r>
      <w:r>
        <w:rPr>
          <w:sz w:val="24"/>
        </w:rPr>
        <w:t xml:space="preserve"> stěrka </w:t>
      </w:r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Montáž nové technologie ÚT, SV, TV</w:t>
      </w:r>
      <w:r w:rsidR="0057144E">
        <w:rPr>
          <w:sz w:val="24"/>
        </w:rPr>
        <w:t xml:space="preserve">, </w:t>
      </w:r>
      <w:r>
        <w:rPr>
          <w:sz w:val="24"/>
        </w:rPr>
        <w:t>C</w:t>
      </w:r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Nátěry potrubí</w:t>
      </w:r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Montáž elektro, </w:t>
      </w:r>
      <w:proofErr w:type="spellStart"/>
      <w:r>
        <w:rPr>
          <w:sz w:val="24"/>
        </w:rPr>
        <w:t>MaR</w:t>
      </w:r>
      <w:proofErr w:type="spellEnd"/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Proplach systému, tlakové a </w:t>
      </w:r>
      <w:proofErr w:type="spellStart"/>
      <w:r>
        <w:rPr>
          <w:sz w:val="24"/>
        </w:rPr>
        <w:t>těsnostní</w:t>
      </w:r>
      <w:proofErr w:type="spellEnd"/>
      <w:r>
        <w:rPr>
          <w:sz w:val="24"/>
        </w:rPr>
        <w:t xml:space="preserve"> zkoušky  </w:t>
      </w:r>
    </w:p>
    <w:p w:rsidR="004116A9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Montáž izolace potrubí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Topná zkouška, uvedení </w:t>
      </w:r>
      <w:r w:rsidR="004B5808">
        <w:rPr>
          <w:sz w:val="24"/>
        </w:rPr>
        <w:t>strojovny</w:t>
      </w:r>
      <w:r>
        <w:rPr>
          <w:sz w:val="24"/>
        </w:rPr>
        <w:t xml:space="preserve"> do provozu, zaškolení obsluhy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Nastavení vyvažovacích ventilů na novém R+S, nastavení čerpadel ÚT, TV a C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Úklid v místnostech, odvoz vzniklých odpadů při montáži</w:t>
      </w:r>
    </w:p>
    <w:p w:rsidR="0057144E" w:rsidRDefault="001D190B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Předání staveniště investorovi</w:t>
      </w: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lastRenderedPageBreak/>
        <w:t xml:space="preserve">Zdroje el. </w:t>
      </w:r>
      <w:proofErr w:type="gramStart"/>
      <w:r w:rsidRPr="00780A71">
        <w:rPr>
          <w:b/>
          <w:sz w:val="28"/>
          <w:szCs w:val="28"/>
        </w:rPr>
        <w:t>energie</w:t>
      </w:r>
      <w:proofErr w:type="gramEnd"/>
      <w:r w:rsidRPr="00780A71">
        <w:rPr>
          <w:b/>
          <w:sz w:val="28"/>
          <w:szCs w:val="28"/>
        </w:rPr>
        <w:t xml:space="preserve"> a vody pro stavební účely</w:t>
      </w:r>
    </w:p>
    <w:p w:rsidR="000153E0" w:rsidRDefault="000153E0" w:rsidP="0054350A">
      <w:pPr>
        <w:pStyle w:val="Zkladntextodsazen"/>
        <w:tabs>
          <w:tab w:val="left" w:pos="567"/>
        </w:tabs>
        <w:jc w:val="both"/>
      </w:pPr>
      <w:r>
        <w:t xml:space="preserve">Voda, potřebná na staveništi, bude užívána pro </w:t>
      </w:r>
      <w:r w:rsidR="00086D96">
        <w:t xml:space="preserve">technologické a </w:t>
      </w:r>
      <w:r>
        <w:t>sociální účely a bude zajištěna v rámci stavby</w:t>
      </w:r>
      <w:r w:rsidR="00086D96">
        <w:t xml:space="preserve"> uvnitř stávajícího prostoru </w:t>
      </w:r>
      <w:r w:rsidR="0054350A">
        <w:t xml:space="preserve">objektu </w:t>
      </w:r>
      <w:r w:rsidR="00AE10ED">
        <w:t xml:space="preserve">ZŠ </w:t>
      </w:r>
      <w:proofErr w:type="spellStart"/>
      <w:r w:rsidR="00AE10ED">
        <w:t>Aléská</w:t>
      </w:r>
      <w:proofErr w:type="spellEnd"/>
      <w:r w:rsidR="00AE10ED">
        <w:t xml:space="preserve"> 270 Bílina</w:t>
      </w:r>
      <w:r w:rsidR="0054350A">
        <w:t>.</w:t>
      </w:r>
      <w:r>
        <w:t xml:space="preserve"> </w:t>
      </w:r>
    </w:p>
    <w:p w:rsidR="00780A71" w:rsidRDefault="000153E0" w:rsidP="0054350A">
      <w:pPr>
        <w:pStyle w:val="Zkladntextodsazen"/>
        <w:tabs>
          <w:tab w:val="left" w:pos="567"/>
        </w:tabs>
        <w:jc w:val="both"/>
      </w:pPr>
      <w:r>
        <w:t xml:space="preserve">Elektrická energie bude na staveništi potřebná pro svařování potrubí. </w:t>
      </w:r>
      <w:r w:rsidR="001733DB">
        <w:t xml:space="preserve"> </w:t>
      </w:r>
      <w:r>
        <w:t>Případné požadavky připojení na elektrickou energii z distribuční sítě je možné řešit až po konzultaci s vybraným dodavatelem stavby.</w:t>
      </w:r>
    </w:p>
    <w:p w:rsidR="007A0437" w:rsidRDefault="007A0437" w:rsidP="000153E0">
      <w:pPr>
        <w:pStyle w:val="Zkladntextodsazen"/>
        <w:tabs>
          <w:tab w:val="left" w:pos="567"/>
        </w:tabs>
        <w:ind w:firstLine="0"/>
        <w:jc w:val="both"/>
      </w:pP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t>Řešení dopravy</w:t>
      </w:r>
    </w:p>
    <w:p w:rsidR="000153E0" w:rsidRDefault="000153E0" w:rsidP="000153E0">
      <w:pPr>
        <w:pStyle w:val="Zkladntextodsazen"/>
        <w:tabs>
          <w:tab w:val="left" w:pos="567"/>
        </w:tabs>
      </w:pPr>
      <w:r>
        <w:t>Pro dopravu materiálu na a ze staveniště bude využíváno stávajících městských komunikací – ul</w:t>
      </w:r>
      <w:r w:rsidR="00020BF2">
        <w:t>.</w:t>
      </w:r>
      <w:r w:rsidR="00020BF2" w:rsidRPr="00020BF2">
        <w:t xml:space="preserve"> </w:t>
      </w:r>
      <w:proofErr w:type="spellStart"/>
      <w:r w:rsidR="00AE10ED">
        <w:t>Aléská</w:t>
      </w:r>
      <w:proofErr w:type="spellEnd"/>
      <w:r w:rsidR="00020BF2">
        <w:t xml:space="preserve">, </w:t>
      </w:r>
      <w:r>
        <w:t xml:space="preserve">navazující přes pojezdové a parkovací plochy na </w:t>
      </w:r>
      <w:r w:rsidR="00086D96">
        <w:t xml:space="preserve">prostory </w:t>
      </w:r>
      <w:r>
        <w:t>stavb</w:t>
      </w:r>
      <w:r w:rsidR="00086D96">
        <w:t>y</w:t>
      </w:r>
      <w:r>
        <w:t xml:space="preserve">. </w:t>
      </w:r>
    </w:p>
    <w:p w:rsidR="000153E0" w:rsidRDefault="000153E0" w:rsidP="0054350A">
      <w:pPr>
        <w:pStyle w:val="Zkladntextodsazen"/>
        <w:tabs>
          <w:tab w:val="left" w:pos="567"/>
        </w:tabs>
        <w:spacing w:before="120"/>
        <w:rPr>
          <w:u w:val="single"/>
        </w:rPr>
      </w:pPr>
      <w:r>
        <w:rPr>
          <w:u w:val="single"/>
        </w:rPr>
        <w:t>Přechodné dopravní značení</w:t>
      </w:r>
    </w:p>
    <w:p w:rsidR="00780A71" w:rsidRDefault="000153E0" w:rsidP="000153E0">
      <w:pPr>
        <w:pStyle w:val="Zkladntextodsazen"/>
        <w:tabs>
          <w:tab w:val="left" w:pos="567"/>
        </w:tabs>
        <w:jc w:val="both"/>
      </w:pPr>
      <w:r>
        <w:t>není řešeno (</w:t>
      </w:r>
      <w:r w:rsidR="00086D96">
        <w:t>vnitřní prostory</w:t>
      </w:r>
      <w:r>
        <w:t xml:space="preserve"> </w:t>
      </w:r>
      <w:r w:rsidR="00E444CC">
        <w:t>objektu</w:t>
      </w:r>
      <w:r>
        <w:t>)</w:t>
      </w:r>
    </w:p>
    <w:p w:rsidR="00FD5FB6" w:rsidRDefault="00FD5FB6" w:rsidP="000153E0">
      <w:pPr>
        <w:pStyle w:val="Zkladntextodsazen"/>
        <w:tabs>
          <w:tab w:val="left" w:pos="567"/>
        </w:tabs>
        <w:jc w:val="both"/>
      </w:pP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t>Údaje o zvláštních opatřeních</w:t>
      </w:r>
      <w:r w:rsidR="002A7C89">
        <w:rPr>
          <w:b/>
          <w:sz w:val="28"/>
          <w:szCs w:val="28"/>
        </w:rPr>
        <w:t>, bezpečnost práce</w:t>
      </w:r>
    </w:p>
    <w:p w:rsidR="000153E0" w:rsidRDefault="000153E0" w:rsidP="0054350A">
      <w:pPr>
        <w:pStyle w:val="Zkladntextodsazen"/>
        <w:tabs>
          <w:tab w:val="left" w:pos="567"/>
        </w:tabs>
        <w:jc w:val="both"/>
      </w:pPr>
      <w:r>
        <w:t xml:space="preserve">Při realizaci stavby musí dodavatel stavebních a montážních prací dodržovat vyhlášku ČÚBP č. 601/2006 Sb., a další normy a předpisy pro provádění stavebních a montážních prací včetně předpisů výrobce předizolovaného potrubí. </w:t>
      </w:r>
    </w:p>
    <w:p w:rsidR="002A7C89" w:rsidRDefault="002A7C89" w:rsidP="0054350A">
      <w:pPr>
        <w:pStyle w:val="Zkladntextodsazen"/>
        <w:tabs>
          <w:tab w:val="left" w:pos="567"/>
        </w:tabs>
        <w:jc w:val="both"/>
        <w:rPr>
          <w:szCs w:val="24"/>
        </w:rPr>
      </w:pPr>
      <w:r>
        <w:t xml:space="preserve">Bezpečnost práce při provádění stavební činnosti bude zajištěna v souladu s bezpečnostními předpisy a doprovodnými vyhláškami. </w:t>
      </w:r>
      <w:r>
        <w:rPr>
          <w:szCs w:val="24"/>
        </w:rPr>
        <w:t>Na stavbě m</w:t>
      </w:r>
      <w:r w:rsidRPr="008E05AE">
        <w:rPr>
          <w:szCs w:val="24"/>
        </w:rPr>
        <w:t>usí být dodržován</w:t>
      </w:r>
      <w:r>
        <w:rPr>
          <w:szCs w:val="24"/>
        </w:rPr>
        <w:t xml:space="preserve">o </w:t>
      </w:r>
      <w:r w:rsidRPr="008D6DC9">
        <w:rPr>
          <w:b/>
          <w:szCs w:val="24"/>
        </w:rPr>
        <w:t>v celém rozsahu</w:t>
      </w:r>
      <w:r>
        <w:rPr>
          <w:szCs w:val="24"/>
        </w:rPr>
        <w:t xml:space="preserve"> Nařízení vlády 591/2006 Sb. o bližších minimálních požadavcích na bezpečnost a ochranu zdraví při práci na staveništích a zákon 309/2006 Sb., kterým se upravují další požadavky bezpečnosti a ochrany zdraví při práci v pracovněprávních vztazích a o zajištění bezpečnosti a ochrany zdraví při činnosti nebo poskytování služeb mimo </w:t>
      </w:r>
      <w:r w:rsidRPr="00FC5F1F">
        <w:rPr>
          <w:szCs w:val="24"/>
        </w:rPr>
        <w:t>pracovněprávní vztahy (zákon o zajištění dalších podmínek bezpečnosti a ochrany zdraví při práci).</w:t>
      </w:r>
      <w:r w:rsidR="00A13F7C" w:rsidRPr="00FC5F1F">
        <w:rPr>
          <w:szCs w:val="24"/>
        </w:rPr>
        <w:t xml:space="preserve"> V objektech </w:t>
      </w:r>
      <w:r w:rsidR="00AE10ED">
        <w:rPr>
          <w:szCs w:val="24"/>
        </w:rPr>
        <w:t xml:space="preserve">ZŠ </w:t>
      </w:r>
      <w:proofErr w:type="spellStart"/>
      <w:r w:rsidR="00AE10ED">
        <w:rPr>
          <w:szCs w:val="24"/>
        </w:rPr>
        <w:t>Aléská</w:t>
      </w:r>
      <w:proofErr w:type="spellEnd"/>
      <w:r w:rsidR="00AE10ED">
        <w:rPr>
          <w:szCs w:val="24"/>
        </w:rPr>
        <w:t xml:space="preserve"> </w:t>
      </w:r>
      <w:r w:rsidR="00A13F7C" w:rsidRPr="00FC5F1F">
        <w:rPr>
          <w:szCs w:val="24"/>
        </w:rPr>
        <w:t>bude dodržován taktéž předpis BOZP Bp1, se kterým má zhotovitel povinnost seznámit před zahájením prací, včetně školení o požární ochraně.</w:t>
      </w:r>
    </w:p>
    <w:p w:rsidR="000153E0" w:rsidRDefault="000153E0" w:rsidP="00FD3F78">
      <w:pPr>
        <w:pStyle w:val="Zkladntextodsazen"/>
        <w:tabs>
          <w:tab w:val="left" w:pos="567"/>
        </w:tabs>
        <w:spacing w:before="120" w:line="240" w:lineRule="exact"/>
      </w:pPr>
      <w:r>
        <w:t>Pro konkrétní stavbu musí dodavatel věnovat zvýšenou pozornost:</w:t>
      </w:r>
    </w:p>
    <w:p w:rsidR="000153E0" w:rsidRDefault="000153E0" w:rsidP="00FD3F78">
      <w:pPr>
        <w:pStyle w:val="Zkladntextodsazen"/>
        <w:tabs>
          <w:tab w:val="left" w:pos="567"/>
        </w:tabs>
        <w:spacing w:before="120" w:line="240" w:lineRule="exact"/>
      </w:pPr>
      <w:r>
        <w:t>- vybavení pracovníků ochrannými prostředky pro práci v mokrém prostředí,</w:t>
      </w:r>
    </w:p>
    <w:p w:rsidR="000153E0" w:rsidRDefault="000153E0" w:rsidP="00FD3F78">
      <w:pPr>
        <w:pStyle w:val="Zkladntextodsazen"/>
        <w:tabs>
          <w:tab w:val="left" w:pos="567"/>
        </w:tabs>
        <w:spacing w:before="120" w:line="240" w:lineRule="exact"/>
      </w:pPr>
      <w:r>
        <w:t>- řádnému osvětlení pracoviště,</w:t>
      </w:r>
    </w:p>
    <w:p w:rsidR="000153E0" w:rsidRDefault="000153E0" w:rsidP="00FD3F78">
      <w:pPr>
        <w:pStyle w:val="Zkladntextodsazen"/>
        <w:tabs>
          <w:tab w:val="left" w:pos="567"/>
        </w:tabs>
        <w:spacing w:before="120" w:line="240" w:lineRule="exact"/>
      </w:pPr>
      <w:r>
        <w:t xml:space="preserve">- zajištění </w:t>
      </w:r>
      <w:r w:rsidR="00086D96">
        <w:t>stávajících částí technologie ve výškách</w:t>
      </w:r>
      <w:r>
        <w:t>,</w:t>
      </w:r>
    </w:p>
    <w:p w:rsidR="000153E0" w:rsidRDefault="000153E0" w:rsidP="00FD3F78">
      <w:pPr>
        <w:pStyle w:val="Zkladntextodsazen"/>
        <w:tabs>
          <w:tab w:val="left" w:pos="567"/>
        </w:tabs>
        <w:spacing w:before="120" w:line="240" w:lineRule="exact"/>
      </w:pPr>
      <w:r>
        <w:t>- práce s</w:t>
      </w:r>
      <w:r w:rsidR="00086D96">
        <w:t>e svářecími agregáty</w:t>
      </w:r>
      <w:r>
        <w:t xml:space="preserve">, </w:t>
      </w:r>
    </w:p>
    <w:p w:rsidR="000153E0" w:rsidRDefault="000153E0" w:rsidP="00FD3F78">
      <w:pPr>
        <w:pStyle w:val="Zkladntextodsazen"/>
        <w:tabs>
          <w:tab w:val="left" w:pos="567"/>
        </w:tabs>
        <w:spacing w:before="120" w:line="240" w:lineRule="exact"/>
        <w:jc w:val="both"/>
      </w:pPr>
      <w:r>
        <w:t xml:space="preserve">- </w:t>
      </w:r>
      <w:r w:rsidR="00DA6C61">
        <w:t xml:space="preserve">demontáž </w:t>
      </w:r>
      <w:r>
        <w:t>izol</w:t>
      </w:r>
      <w:r w:rsidR="00DA6C61">
        <w:t>ací</w:t>
      </w:r>
      <w:r>
        <w:t xml:space="preserve"> potrubí – práce s</w:t>
      </w:r>
      <w:r w:rsidR="00086D96">
        <w:t> respirátory</w:t>
      </w:r>
    </w:p>
    <w:p w:rsidR="00086D96" w:rsidRDefault="00086D96" w:rsidP="00FD3F78">
      <w:pPr>
        <w:pStyle w:val="Zkladntextodsazen"/>
        <w:tabs>
          <w:tab w:val="left" w:pos="567"/>
        </w:tabs>
        <w:spacing w:before="120" w:line="240" w:lineRule="exact"/>
        <w:jc w:val="both"/>
      </w:pPr>
      <w:r>
        <w:t>- nátěry</w:t>
      </w:r>
      <w:r w:rsidR="00FD3F78">
        <w:t xml:space="preserve"> -</w:t>
      </w:r>
      <w:r>
        <w:t xml:space="preserve"> ochrana vhodnými filtry</w:t>
      </w:r>
    </w:p>
    <w:p w:rsidR="00FD3F78" w:rsidRDefault="00FD3F78" w:rsidP="00FD3F78">
      <w:pPr>
        <w:pStyle w:val="Zkladntextodsazen"/>
        <w:tabs>
          <w:tab w:val="left" w:pos="567"/>
        </w:tabs>
        <w:spacing w:before="120" w:line="240" w:lineRule="exact"/>
        <w:jc w:val="both"/>
      </w:pP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lastRenderedPageBreak/>
        <w:t>Vliv stavby na životní prostředí</w:t>
      </w:r>
    </w:p>
    <w:p w:rsidR="00086D96" w:rsidRPr="00FC5F1F" w:rsidRDefault="00086D96" w:rsidP="00FD3F78">
      <w:pPr>
        <w:tabs>
          <w:tab w:val="left" w:pos="567"/>
        </w:tabs>
        <w:spacing w:line="340" w:lineRule="exact"/>
        <w:ind w:firstLine="567"/>
        <w:jc w:val="both"/>
        <w:rPr>
          <w:sz w:val="24"/>
        </w:rPr>
      </w:pPr>
      <w:r w:rsidRPr="00FC5F1F">
        <w:rPr>
          <w:sz w:val="24"/>
        </w:rPr>
        <w:t xml:space="preserve">Stavba nevyžaduje speciální protihlukové úpravy k zamezení pronikání hluku do okolí. </w:t>
      </w:r>
    </w:p>
    <w:p w:rsidR="00086D96" w:rsidRPr="00FC5F1F" w:rsidRDefault="00086D96" w:rsidP="00FD3F78">
      <w:pPr>
        <w:tabs>
          <w:tab w:val="left" w:pos="567"/>
        </w:tabs>
        <w:spacing w:line="340" w:lineRule="exact"/>
        <w:ind w:firstLine="567"/>
        <w:jc w:val="both"/>
        <w:rPr>
          <w:sz w:val="24"/>
        </w:rPr>
      </w:pPr>
      <w:r w:rsidRPr="00FC5F1F">
        <w:rPr>
          <w:sz w:val="24"/>
        </w:rPr>
        <w:t xml:space="preserve">V době realizace se dočasně zvýší intenzita dopravy v místě stavby, avšak jen minimálně, protože se bude jednat jen o dopravu zařízení na stavbu a ze stavby, vlastní stavba je prováděna uvnitř objektu </w:t>
      </w:r>
      <w:r w:rsidR="009F5A41" w:rsidRPr="00FC5F1F">
        <w:rPr>
          <w:sz w:val="24"/>
        </w:rPr>
        <w:t>administrativní budovy</w:t>
      </w:r>
      <w:r w:rsidRPr="00FC5F1F">
        <w:rPr>
          <w:sz w:val="24"/>
        </w:rPr>
        <w:t>. Hluk na stavbě bude eliminován použitím odhlučněných strojů a mechanizace.</w:t>
      </w:r>
    </w:p>
    <w:p w:rsidR="00780A71" w:rsidRDefault="00E444CC" w:rsidP="00FD3F78">
      <w:pPr>
        <w:pStyle w:val="Zkladntextodsazen"/>
        <w:tabs>
          <w:tab w:val="left" w:pos="567"/>
        </w:tabs>
        <w:spacing w:line="340" w:lineRule="exact"/>
        <w:jc w:val="both"/>
      </w:pPr>
      <w:r w:rsidRPr="00FC5F1F">
        <w:t>Je nutno d</w:t>
      </w:r>
      <w:r w:rsidR="00780A71" w:rsidRPr="00FC5F1F">
        <w:t>održov</w:t>
      </w:r>
      <w:r w:rsidRPr="00FC5F1F">
        <w:t>at</w:t>
      </w:r>
      <w:r w:rsidR="00780A71" w:rsidRPr="00FC5F1F">
        <w:t xml:space="preserve"> vešker</w:t>
      </w:r>
      <w:r w:rsidRPr="00FC5F1F">
        <w:t>é</w:t>
      </w:r>
      <w:r w:rsidR="00780A71" w:rsidRPr="00FC5F1F">
        <w:t xml:space="preserve"> bezpečnostní a hygienick</w:t>
      </w:r>
      <w:r w:rsidRPr="00FC5F1F">
        <w:t>é</w:t>
      </w:r>
      <w:r w:rsidR="00780A71" w:rsidRPr="00FC5F1F">
        <w:t xml:space="preserve"> předpis</w:t>
      </w:r>
      <w:r w:rsidRPr="00FC5F1F">
        <w:t>y</w:t>
      </w:r>
      <w:r w:rsidR="00780A71" w:rsidRPr="00FC5F1F">
        <w:t>, celé staveniště udržovat v čistotě a pořádku.</w:t>
      </w:r>
      <w:r w:rsidR="00780A71">
        <w:t xml:space="preserve"> </w:t>
      </w:r>
    </w:p>
    <w:p w:rsidR="0054350A" w:rsidRDefault="0054350A" w:rsidP="00780A71">
      <w:pPr>
        <w:pStyle w:val="Zkladntextodsazen"/>
        <w:tabs>
          <w:tab w:val="left" w:pos="567"/>
        </w:tabs>
        <w:jc w:val="both"/>
      </w:pPr>
    </w:p>
    <w:p w:rsidR="00E444CC" w:rsidRPr="00C42FF2" w:rsidRDefault="00E444CC" w:rsidP="00E444CC">
      <w:pPr>
        <w:pStyle w:val="Zkladntextodsazen"/>
        <w:tabs>
          <w:tab w:val="left" w:pos="567"/>
        </w:tabs>
        <w:jc w:val="both"/>
        <w:rPr>
          <w:b/>
        </w:rPr>
      </w:pPr>
      <w:r>
        <w:rPr>
          <w:b/>
        </w:rPr>
        <w:t xml:space="preserve">8.1 </w:t>
      </w:r>
      <w:r w:rsidRPr="00C42FF2">
        <w:rPr>
          <w:b/>
        </w:rPr>
        <w:t>Likvidace odpadů</w:t>
      </w:r>
    </w:p>
    <w:p w:rsidR="00E444CC" w:rsidRDefault="00E444CC" w:rsidP="00FD3F78">
      <w:pPr>
        <w:pStyle w:val="Zkladntextodsazen"/>
        <w:tabs>
          <w:tab w:val="left" w:pos="567"/>
        </w:tabs>
        <w:spacing w:line="340" w:lineRule="exact"/>
        <w:jc w:val="both"/>
      </w:pPr>
      <w:r>
        <w:t xml:space="preserve">Původce odpadů (stavební dodavatelská firma) je povinna jednat podle zákona č. 185/2001 Sb. o odpadech. </w:t>
      </w:r>
    </w:p>
    <w:p w:rsidR="00E444CC" w:rsidRDefault="00E444CC" w:rsidP="00FD3F78">
      <w:pPr>
        <w:pStyle w:val="Zkladntextodsazen"/>
        <w:tabs>
          <w:tab w:val="left" w:pos="567"/>
        </w:tabs>
        <w:spacing w:line="340" w:lineRule="exact"/>
        <w:jc w:val="both"/>
      </w:pPr>
      <w:r>
        <w:t xml:space="preserve">Odpad vznikající při stavební činnosti musí být původcem zařazen podle § </w:t>
      </w:r>
      <w:smartTag w:uri="urn:schemas-microsoft-com:office:smarttags" w:element="metricconverter">
        <w:smartTagPr>
          <w:attr w:name="ProductID" w:val="5 a"/>
        </w:smartTagPr>
        <w:r>
          <w:t>5 a</w:t>
        </w:r>
      </w:smartTag>
      <w:r>
        <w:t xml:space="preserve"> </w:t>
      </w:r>
      <w:smartTag w:uri="urn:schemas-microsoft-com:office:smarttags" w:element="metricconverter">
        <w:smartTagPr>
          <w:attr w:name="ProductID" w:val="6 a"/>
        </w:smartTagPr>
        <w:r>
          <w:t>6 a</w:t>
        </w:r>
      </w:smartTag>
      <w:r>
        <w:t xml:space="preserve"> dále musí být postupováno zejména podle § 16 zákona č. 185/2001 Sb..</w:t>
      </w:r>
    </w:p>
    <w:p w:rsidR="00E444CC" w:rsidRDefault="00E444CC" w:rsidP="00FD3F78">
      <w:pPr>
        <w:pStyle w:val="Zkladntextodsazen"/>
        <w:tabs>
          <w:tab w:val="left" w:pos="567"/>
        </w:tabs>
        <w:spacing w:line="340" w:lineRule="exact"/>
        <w:jc w:val="both"/>
      </w:pPr>
      <w:r>
        <w:t xml:space="preserve">Původce odpadů zařadí odpad podle </w:t>
      </w:r>
      <w:proofErr w:type="spellStart"/>
      <w:r>
        <w:t>vyhl</w:t>
      </w:r>
      <w:proofErr w:type="spellEnd"/>
      <w:r>
        <w:t>. č. 381/2001 Sb. – Katalog odpadů a seznamy odpadů. Nakládání s odpady pak bude prováděno v souladu s vyhláškou 383/2001 Sb..</w:t>
      </w:r>
    </w:p>
    <w:p w:rsidR="00E444CC" w:rsidRDefault="00E444CC" w:rsidP="00FD3F78">
      <w:pPr>
        <w:pStyle w:val="Zkladntextodsazen"/>
        <w:tabs>
          <w:tab w:val="left" w:pos="567"/>
        </w:tabs>
        <w:spacing w:line="340" w:lineRule="exact"/>
        <w:jc w:val="both"/>
      </w:pPr>
      <w:r>
        <w:t xml:space="preserve">Odpady musí být shromažďovány odděleně podle § 5 </w:t>
      </w:r>
      <w:proofErr w:type="spellStart"/>
      <w:r>
        <w:t>vyhl</w:t>
      </w:r>
      <w:proofErr w:type="spellEnd"/>
      <w:r>
        <w:t xml:space="preserve">. 383/2001 Sb. a likvidovány odpovídajícím způsobem. Za likvidaci je zodpovědný zhotovitel díla (dodavatel stavebních prací) – původce odpadů. Náklady na zneškodnění odpadů – hradí zhotovitel stavby. Přitom musí být postupováno podle § </w:t>
      </w:r>
      <w:smartTag w:uri="urn:schemas-microsoft-com:office:smarttags" w:element="metricconverter">
        <w:smartTagPr>
          <w:attr w:name="ProductID" w:val="45 a"/>
        </w:smartTagPr>
        <w:r>
          <w:t>45 a</w:t>
        </w:r>
      </w:smartTag>
      <w:r>
        <w:t xml:space="preserve"> 46 zákona č. 185/2001 Sb.. </w:t>
      </w:r>
    </w:p>
    <w:p w:rsidR="00E444CC" w:rsidRPr="009B3542" w:rsidRDefault="00E444CC" w:rsidP="001733DB">
      <w:pPr>
        <w:pStyle w:val="Zkladntextodsazen"/>
        <w:tabs>
          <w:tab w:val="left" w:pos="567"/>
        </w:tabs>
        <w:spacing w:before="120"/>
        <w:ind w:firstLine="0"/>
        <w:jc w:val="both"/>
        <w:rPr>
          <w:u w:val="single"/>
        </w:rPr>
      </w:pPr>
      <w:r w:rsidRPr="009B3542">
        <w:rPr>
          <w:u w:val="single"/>
        </w:rPr>
        <w:t>Specifikace a zatřídění odpadů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1273"/>
        <w:gridCol w:w="3180"/>
        <w:gridCol w:w="1700"/>
        <w:gridCol w:w="1824"/>
      </w:tblGrid>
      <w:tr w:rsidR="00E444CC" w:rsidRPr="00B30568" w:rsidTr="00B30568">
        <w:tc>
          <w:tcPr>
            <w:tcW w:w="1101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Kód</w:t>
            </w:r>
          </w:p>
        </w:tc>
        <w:tc>
          <w:tcPr>
            <w:tcW w:w="1275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Kategorie</w:t>
            </w:r>
          </w:p>
        </w:tc>
        <w:tc>
          <w:tcPr>
            <w:tcW w:w="3261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Název</w:t>
            </w:r>
          </w:p>
        </w:tc>
        <w:tc>
          <w:tcPr>
            <w:tcW w:w="1731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Využití</w:t>
            </w:r>
          </w:p>
        </w:tc>
        <w:tc>
          <w:tcPr>
            <w:tcW w:w="1843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Odstranění</w:t>
            </w:r>
          </w:p>
        </w:tc>
      </w:tr>
      <w:tr w:rsidR="00E444CC" w:rsidRPr="00E236BD" w:rsidTr="00B30568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proofErr w:type="spellStart"/>
            <w:r>
              <w:t>Vyhl</w:t>
            </w:r>
            <w:proofErr w:type="spellEnd"/>
            <w:r>
              <w:t>. 381/2001 Sb.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35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zákon č. 185/2001 Sb.</w:t>
            </w:r>
          </w:p>
        </w:tc>
      </w:tr>
      <w:tr w:rsidR="00E444CC" w:rsidRPr="00E236BD" w:rsidTr="00FD5FB6">
        <w:trPr>
          <w:trHeight w:val="301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17 05 04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Zemina, kamenivo - přebytek</w:t>
            </w:r>
          </w:p>
        </w:tc>
        <w:tc>
          <w:tcPr>
            <w:tcW w:w="1731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17 02 01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Dřevo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15 01 01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Papírové a lepenkové obaly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15 01 02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Plastové obaly – PE fólie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17 01 01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Beton – vybouraný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R5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17 01 02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Cihly – omítky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R5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17 04 05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Železný šrot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R4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17 05 04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Ostatní izolační materiál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17 03 01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Asfalty z vozovek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R3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08 01 11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Obaly od barev a ředidel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15 02 02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Textil znečištěný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17 02 04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Plastové obaly znečištěné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</w:tbl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lastRenderedPageBreak/>
        <w:t>Původce odpadů je povinen uvedený seznam odpadů upravovat podle konkrétních použitých materiálů a technologických postupů.</w:t>
      </w:r>
    </w:p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t xml:space="preserve">Využití a odstranění nebezpečných odpadů (N) musí být provedeno odbornou oprávněnou organizací podle § 12, </w:t>
      </w:r>
      <w:smartTag w:uri="urn:schemas-microsoft-com:office:smarttags" w:element="metricconverter">
        <w:smartTagPr>
          <w:attr w:name="ProductID" w:val="14 a"/>
        </w:smartTagPr>
        <w:r>
          <w:t>14 a</w:t>
        </w:r>
      </w:smartTag>
      <w:r>
        <w:t xml:space="preserve"> 17 zákona č. 185/2001 Sb.</w:t>
      </w:r>
    </w:p>
    <w:p w:rsidR="00E62D0A" w:rsidRDefault="00E62D0A" w:rsidP="0072158C">
      <w:pPr>
        <w:pStyle w:val="Zkladntextodsazen"/>
        <w:tabs>
          <w:tab w:val="left" w:pos="567"/>
        </w:tabs>
        <w:ind w:firstLine="0"/>
        <w:jc w:val="both"/>
      </w:pPr>
      <w:r>
        <w:t xml:space="preserve">Kovový odpad do výkupu </w:t>
      </w:r>
      <w:r w:rsidR="00BD6494">
        <w:t xml:space="preserve">např. </w:t>
      </w:r>
      <w:r w:rsidR="00AE10ED">
        <w:t>S</w:t>
      </w:r>
      <w:r w:rsidR="00BD6494">
        <w:t xml:space="preserve">uroviny </w:t>
      </w:r>
      <w:r w:rsidR="00AE10ED">
        <w:t>Švarc, s.r.o.</w:t>
      </w:r>
      <w:r w:rsidR="00BD6494">
        <w:t xml:space="preserve"> </w:t>
      </w:r>
      <w:r w:rsidR="00AE10ED">
        <w:t>-</w:t>
      </w:r>
      <w:r w:rsidR="00BD6494">
        <w:t xml:space="preserve"> provozovna </w:t>
      </w:r>
      <w:r w:rsidR="00AE10ED">
        <w:t>Most</w:t>
      </w:r>
      <w:r w:rsidR="00BD6494">
        <w:t xml:space="preserve"> </w:t>
      </w:r>
      <w:r w:rsidR="00AE10ED">
        <w:t>-</w:t>
      </w:r>
      <w:r>
        <w:t xml:space="preserve"> </w:t>
      </w:r>
      <w:r w:rsidR="00BD6494">
        <w:t xml:space="preserve">do </w:t>
      </w:r>
      <w:r w:rsidR="00AE10ED">
        <w:t>15</w:t>
      </w:r>
      <w:r w:rsidR="00BD6494">
        <w:t xml:space="preserve"> </w:t>
      </w:r>
      <w:r>
        <w:t>km</w:t>
      </w:r>
    </w:p>
    <w:p w:rsidR="00E62D0A" w:rsidRDefault="00E62D0A" w:rsidP="0072158C">
      <w:pPr>
        <w:pStyle w:val="Zkladntextodsazen"/>
        <w:tabs>
          <w:tab w:val="left" w:pos="567"/>
        </w:tabs>
        <w:ind w:firstLine="0"/>
        <w:jc w:val="both"/>
      </w:pPr>
      <w:r>
        <w:t xml:space="preserve">Stavební suť, izolační materiály, plastový a ostatní odpad </w:t>
      </w:r>
      <w:r w:rsidR="00FD3F78">
        <w:t>např.</w:t>
      </w:r>
      <w:r>
        <w:t xml:space="preserve"> </w:t>
      </w:r>
      <w:proofErr w:type="spellStart"/>
      <w:r w:rsidR="00AE10ED">
        <w:t>Mapeco</w:t>
      </w:r>
      <w:proofErr w:type="spellEnd"/>
      <w:r w:rsidR="00AE10ED">
        <w:t xml:space="preserve"> Most, a.s.</w:t>
      </w:r>
      <w:r w:rsidR="0054350A">
        <w:t xml:space="preserve"> </w:t>
      </w:r>
    </w:p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t xml:space="preserve">Provozováním </w:t>
      </w:r>
      <w:r w:rsidR="00FD3F78">
        <w:t xml:space="preserve">strojovny vytápění </w:t>
      </w:r>
      <w:r>
        <w:t>žádné odpady nevznikají mimo odstraňování případných poruch a plánované údržby. Při provádění těchto prací bude s odpady nakládáno obdobně jako při stavbě, avšak v podstatně menším měřítku.</w:t>
      </w:r>
    </w:p>
    <w:p w:rsidR="00E444CC" w:rsidRDefault="00E444CC" w:rsidP="00E444CC">
      <w:pPr>
        <w:pStyle w:val="Zkladntextodsazen"/>
        <w:tabs>
          <w:tab w:val="left" w:pos="567"/>
        </w:tabs>
        <w:jc w:val="both"/>
      </w:pPr>
    </w:p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rPr>
          <w:b/>
          <w:bCs/>
        </w:rPr>
        <w:t>8.2 Kácení a mýcení zeleně</w:t>
      </w:r>
    </w:p>
    <w:p w:rsidR="00E444CC" w:rsidRDefault="00E444CC" w:rsidP="00E444CC">
      <w:pPr>
        <w:pStyle w:val="Zkladntext"/>
        <w:ind w:firstLine="567"/>
        <w:rPr>
          <w:szCs w:val="24"/>
        </w:rPr>
      </w:pPr>
      <w:r>
        <w:t xml:space="preserve">Vzhledem k tomu, že se jedná o rekonstrukci </w:t>
      </w:r>
      <w:r w:rsidR="00FD3F78">
        <w:t xml:space="preserve">strojovny vytápění </w:t>
      </w:r>
      <w:r>
        <w:t>uvnitř stávajícího objektu, nedojde při stavbě k likvidaci zákonně vysázené vzrostlé zeleně.</w:t>
      </w:r>
      <w:r>
        <w:rPr>
          <w:szCs w:val="24"/>
        </w:rPr>
        <w:t xml:space="preserve"> </w:t>
      </w:r>
    </w:p>
    <w:p w:rsidR="007A72A9" w:rsidRDefault="007A72A9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B3495D" w:rsidRDefault="00B3495D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FD3F78" w:rsidRDefault="00FD3F78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FD3F78" w:rsidRDefault="00FD3F78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FD3F78" w:rsidRDefault="00FD3F78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  <w:bookmarkStart w:id="0" w:name="_GoBack"/>
      <w:bookmarkEnd w:id="0"/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7A72A9" w:rsidRDefault="007A72A9" w:rsidP="007A72A9">
      <w:pPr>
        <w:tabs>
          <w:tab w:val="left" w:pos="2520"/>
        </w:tabs>
        <w:spacing w:line="360" w:lineRule="auto"/>
        <w:rPr>
          <w:sz w:val="24"/>
        </w:rPr>
      </w:pPr>
      <w:bookmarkStart w:id="1" w:name="_Hlk485574157"/>
      <w:r>
        <w:rPr>
          <w:sz w:val="24"/>
        </w:rPr>
        <w:t>Vypracoval: Ing. Václav Remuta</w:t>
      </w:r>
    </w:p>
    <w:p w:rsidR="00B3495D" w:rsidRPr="00690616" w:rsidRDefault="007A72A9" w:rsidP="0054350A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Most, </w:t>
      </w:r>
      <w:r w:rsidR="00FD3F78">
        <w:rPr>
          <w:sz w:val="24"/>
        </w:rPr>
        <w:t>duben</w:t>
      </w:r>
      <w:r w:rsidR="0054350A">
        <w:rPr>
          <w:sz w:val="24"/>
        </w:rPr>
        <w:t xml:space="preserve"> </w:t>
      </w:r>
      <w:r>
        <w:rPr>
          <w:sz w:val="24"/>
        </w:rPr>
        <w:t>201</w:t>
      </w:r>
      <w:r w:rsidR="0054350A">
        <w:rPr>
          <w:sz w:val="24"/>
        </w:rPr>
        <w:t>9</w:t>
      </w:r>
      <w:bookmarkEnd w:id="1"/>
    </w:p>
    <w:sectPr w:rsidR="00B3495D" w:rsidRPr="00690616" w:rsidSect="008E44C6">
      <w:headerReference w:type="default" r:id="rId7"/>
      <w:footerReference w:type="even" r:id="rId8"/>
      <w:pgSz w:w="11907" w:h="16840" w:code="9"/>
      <w:pgMar w:top="1418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E13" w:rsidRDefault="00777E13">
      <w:r>
        <w:separator/>
      </w:r>
    </w:p>
  </w:endnote>
  <w:endnote w:type="continuationSeparator" w:id="0">
    <w:p w:rsidR="00777E13" w:rsidRDefault="0077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FE" w:rsidRDefault="005623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623FE" w:rsidRDefault="005623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E13" w:rsidRDefault="00777E13">
      <w:r>
        <w:separator/>
      </w:r>
    </w:p>
  </w:footnote>
  <w:footnote w:type="continuationSeparator" w:id="0">
    <w:p w:rsidR="00777E13" w:rsidRDefault="0077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FE" w:rsidRDefault="005623FE" w:rsidP="008E44C6">
    <w:pPr>
      <w:pStyle w:val="Zhlav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D3F7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r w:rsidR="00155D84">
      <w:rPr>
        <w:rStyle w:val="slostrnky"/>
      </w:rPr>
      <w:t>6</w:t>
    </w:r>
  </w:p>
  <w:p w:rsidR="004B5808" w:rsidRDefault="004B5808" w:rsidP="004B5808">
    <w:pPr>
      <w:pStyle w:val="Zhlav"/>
      <w:jc w:val="right"/>
      <w:rPr>
        <w:rStyle w:val="slostrnky"/>
      </w:rPr>
    </w:pPr>
    <w:r>
      <w:rPr>
        <w:rStyle w:val="slostrnky"/>
      </w:rPr>
      <w:t>Modernizace strojovny vytápění</w:t>
    </w:r>
  </w:p>
  <w:p w:rsidR="004B5808" w:rsidRDefault="004B5808" w:rsidP="004B5808">
    <w:pPr>
      <w:pStyle w:val="Zhlav"/>
      <w:jc w:val="right"/>
      <w:rPr>
        <w:rStyle w:val="slostrnky"/>
      </w:rPr>
    </w:pPr>
    <w:r>
      <w:rPr>
        <w:rStyle w:val="slostrnky"/>
      </w:rPr>
      <w:t xml:space="preserve">Základní škola </w:t>
    </w:r>
    <w:proofErr w:type="spellStart"/>
    <w:r>
      <w:rPr>
        <w:rStyle w:val="slostrnky"/>
      </w:rPr>
      <w:t>Aléská</w:t>
    </w:r>
    <w:proofErr w:type="spellEnd"/>
    <w:r>
      <w:rPr>
        <w:rStyle w:val="slostrnky"/>
      </w:rPr>
      <w:t xml:space="preserve"> 270, Bílina</w:t>
    </w:r>
  </w:p>
  <w:p w:rsidR="005623FE" w:rsidRDefault="0004311D" w:rsidP="0004311D">
    <w:pPr>
      <w:pStyle w:val="Zhlav"/>
      <w:jc w:val="right"/>
    </w:pPr>
    <w:r>
      <w:rPr>
        <w:rStyle w:val="slostrnky"/>
      </w:rPr>
      <w:t>E -</w:t>
    </w:r>
    <w:r>
      <w:t xml:space="preserve"> </w:t>
    </w:r>
    <w:r w:rsidR="005623FE">
      <w:t>Zásady organizace výstavby</w:t>
    </w:r>
  </w:p>
  <w:p w:rsidR="005623FE" w:rsidRDefault="005623FE" w:rsidP="00B61568">
    <w:pPr>
      <w:pStyle w:val="Zhlav"/>
      <w:ind w:right="-1"/>
      <w:jc w:val="right"/>
    </w:pPr>
    <w:r>
      <w:rPr>
        <w:rStyle w:val="slostrnky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5279B0"/>
    <w:multiLevelType w:val="hybridMultilevel"/>
    <w:tmpl w:val="AB80CBD2"/>
    <w:lvl w:ilvl="0" w:tplc="043A879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533771"/>
    <w:multiLevelType w:val="multilevel"/>
    <w:tmpl w:val="7E9CBF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169A9"/>
    <w:multiLevelType w:val="hybridMultilevel"/>
    <w:tmpl w:val="7930C2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9B2432"/>
    <w:multiLevelType w:val="hybridMultilevel"/>
    <w:tmpl w:val="1A44E7FA"/>
    <w:lvl w:ilvl="0" w:tplc="721AC272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231750A"/>
    <w:multiLevelType w:val="hybridMultilevel"/>
    <w:tmpl w:val="E678446E"/>
    <w:lvl w:ilvl="0" w:tplc="60F874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13329D"/>
    <w:multiLevelType w:val="hybridMultilevel"/>
    <w:tmpl w:val="7E9CBF76"/>
    <w:lvl w:ilvl="0" w:tplc="6A3C1E72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C1E2723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0A45AF"/>
    <w:multiLevelType w:val="hybridMultilevel"/>
    <w:tmpl w:val="FD1CDA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9" w15:restartNumberingAfterBreak="0">
    <w:nsid w:val="7A3C2754"/>
    <w:multiLevelType w:val="hybridMultilevel"/>
    <w:tmpl w:val="6784BD24"/>
    <w:lvl w:ilvl="0" w:tplc="E7E4C7B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037C67"/>
    <w:multiLevelType w:val="hybridMultilevel"/>
    <w:tmpl w:val="D20A7FA6"/>
    <w:lvl w:ilvl="0" w:tplc="FA16D70E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EF"/>
    <w:rsid w:val="00011992"/>
    <w:rsid w:val="000153E0"/>
    <w:rsid w:val="00020BF2"/>
    <w:rsid w:val="0004311D"/>
    <w:rsid w:val="000460EB"/>
    <w:rsid w:val="00050097"/>
    <w:rsid w:val="000614F6"/>
    <w:rsid w:val="000831CA"/>
    <w:rsid w:val="00086D96"/>
    <w:rsid w:val="000A73B0"/>
    <w:rsid w:val="000C56E6"/>
    <w:rsid w:val="000C5D0C"/>
    <w:rsid w:val="000D0CA7"/>
    <w:rsid w:val="000D12BD"/>
    <w:rsid w:val="000E12A9"/>
    <w:rsid w:val="000E184A"/>
    <w:rsid w:val="000F424E"/>
    <w:rsid w:val="00112EDC"/>
    <w:rsid w:val="00136A23"/>
    <w:rsid w:val="0014431C"/>
    <w:rsid w:val="0015515F"/>
    <w:rsid w:val="00155D84"/>
    <w:rsid w:val="001733DB"/>
    <w:rsid w:val="001965F5"/>
    <w:rsid w:val="001D190B"/>
    <w:rsid w:val="001D7FCC"/>
    <w:rsid w:val="001E25BF"/>
    <w:rsid w:val="001E44D4"/>
    <w:rsid w:val="001F3904"/>
    <w:rsid w:val="00205380"/>
    <w:rsid w:val="00224F27"/>
    <w:rsid w:val="0024417A"/>
    <w:rsid w:val="00250BA9"/>
    <w:rsid w:val="00267F59"/>
    <w:rsid w:val="002920A6"/>
    <w:rsid w:val="002A3191"/>
    <w:rsid w:val="002A7C89"/>
    <w:rsid w:val="002C4AD9"/>
    <w:rsid w:val="002D1C71"/>
    <w:rsid w:val="002E559E"/>
    <w:rsid w:val="0030077D"/>
    <w:rsid w:val="00327D7E"/>
    <w:rsid w:val="0035458E"/>
    <w:rsid w:val="0035489C"/>
    <w:rsid w:val="00360A5D"/>
    <w:rsid w:val="003921AD"/>
    <w:rsid w:val="00393E0A"/>
    <w:rsid w:val="00394301"/>
    <w:rsid w:val="00396F4F"/>
    <w:rsid w:val="003A692E"/>
    <w:rsid w:val="003C0924"/>
    <w:rsid w:val="003E2652"/>
    <w:rsid w:val="003F00A5"/>
    <w:rsid w:val="003F2D8D"/>
    <w:rsid w:val="004116A9"/>
    <w:rsid w:val="00411DD8"/>
    <w:rsid w:val="00482414"/>
    <w:rsid w:val="0048539E"/>
    <w:rsid w:val="00492937"/>
    <w:rsid w:val="004B39E2"/>
    <w:rsid w:val="004B5808"/>
    <w:rsid w:val="004D08E3"/>
    <w:rsid w:val="004F4455"/>
    <w:rsid w:val="004F764F"/>
    <w:rsid w:val="005178C7"/>
    <w:rsid w:val="0054350A"/>
    <w:rsid w:val="00554772"/>
    <w:rsid w:val="005623FE"/>
    <w:rsid w:val="00567742"/>
    <w:rsid w:val="0057144E"/>
    <w:rsid w:val="00580870"/>
    <w:rsid w:val="005C0C9C"/>
    <w:rsid w:val="005C11AE"/>
    <w:rsid w:val="006155C4"/>
    <w:rsid w:val="00641BB8"/>
    <w:rsid w:val="00643ED5"/>
    <w:rsid w:val="00644628"/>
    <w:rsid w:val="006554C1"/>
    <w:rsid w:val="00656D8D"/>
    <w:rsid w:val="00673040"/>
    <w:rsid w:val="00675C2F"/>
    <w:rsid w:val="006A1FDD"/>
    <w:rsid w:val="006B00E8"/>
    <w:rsid w:val="00703E15"/>
    <w:rsid w:val="0072158C"/>
    <w:rsid w:val="0073374A"/>
    <w:rsid w:val="00746002"/>
    <w:rsid w:val="007460F7"/>
    <w:rsid w:val="00751272"/>
    <w:rsid w:val="007556B4"/>
    <w:rsid w:val="0077452D"/>
    <w:rsid w:val="00777E13"/>
    <w:rsid w:val="00780A71"/>
    <w:rsid w:val="00782ECD"/>
    <w:rsid w:val="007A0437"/>
    <w:rsid w:val="007A72A9"/>
    <w:rsid w:val="007C5207"/>
    <w:rsid w:val="007C67F8"/>
    <w:rsid w:val="007E114B"/>
    <w:rsid w:val="008054EE"/>
    <w:rsid w:val="008105D5"/>
    <w:rsid w:val="00820DF7"/>
    <w:rsid w:val="008549E6"/>
    <w:rsid w:val="00884B9A"/>
    <w:rsid w:val="00890A08"/>
    <w:rsid w:val="008933C7"/>
    <w:rsid w:val="00893940"/>
    <w:rsid w:val="008A602A"/>
    <w:rsid w:val="008E2640"/>
    <w:rsid w:val="008E44C6"/>
    <w:rsid w:val="008F053B"/>
    <w:rsid w:val="00902183"/>
    <w:rsid w:val="00915F68"/>
    <w:rsid w:val="009162B2"/>
    <w:rsid w:val="009405EF"/>
    <w:rsid w:val="00954ED3"/>
    <w:rsid w:val="00964A13"/>
    <w:rsid w:val="009770FF"/>
    <w:rsid w:val="009B3542"/>
    <w:rsid w:val="009B4536"/>
    <w:rsid w:val="009D0847"/>
    <w:rsid w:val="009D0E2F"/>
    <w:rsid w:val="009E0F87"/>
    <w:rsid w:val="009E24A5"/>
    <w:rsid w:val="009E6DC2"/>
    <w:rsid w:val="009E7042"/>
    <w:rsid w:val="009F5A41"/>
    <w:rsid w:val="00A02A18"/>
    <w:rsid w:val="00A072C0"/>
    <w:rsid w:val="00A12CEC"/>
    <w:rsid w:val="00A13F7C"/>
    <w:rsid w:val="00A27C86"/>
    <w:rsid w:val="00A420C0"/>
    <w:rsid w:val="00A64C02"/>
    <w:rsid w:val="00A82609"/>
    <w:rsid w:val="00A8756B"/>
    <w:rsid w:val="00AB1E9E"/>
    <w:rsid w:val="00AE10ED"/>
    <w:rsid w:val="00AE2740"/>
    <w:rsid w:val="00AE79EF"/>
    <w:rsid w:val="00AF7EFB"/>
    <w:rsid w:val="00B24426"/>
    <w:rsid w:val="00B30510"/>
    <w:rsid w:val="00B30568"/>
    <w:rsid w:val="00B3495D"/>
    <w:rsid w:val="00B42A17"/>
    <w:rsid w:val="00B4401B"/>
    <w:rsid w:val="00B46F33"/>
    <w:rsid w:val="00B562CF"/>
    <w:rsid w:val="00B61568"/>
    <w:rsid w:val="00B62EB4"/>
    <w:rsid w:val="00B71BC9"/>
    <w:rsid w:val="00B74376"/>
    <w:rsid w:val="00B8086C"/>
    <w:rsid w:val="00BA495D"/>
    <w:rsid w:val="00BA4B81"/>
    <w:rsid w:val="00BC0C34"/>
    <w:rsid w:val="00BC38D3"/>
    <w:rsid w:val="00BC4BEB"/>
    <w:rsid w:val="00BC5F94"/>
    <w:rsid w:val="00BC6CC3"/>
    <w:rsid w:val="00BC7B4A"/>
    <w:rsid w:val="00BD6494"/>
    <w:rsid w:val="00BE5F5F"/>
    <w:rsid w:val="00C214C8"/>
    <w:rsid w:val="00C221C9"/>
    <w:rsid w:val="00C32BDE"/>
    <w:rsid w:val="00C337AF"/>
    <w:rsid w:val="00C54035"/>
    <w:rsid w:val="00C64EA5"/>
    <w:rsid w:val="00CA31F9"/>
    <w:rsid w:val="00CA6547"/>
    <w:rsid w:val="00CB25F3"/>
    <w:rsid w:val="00CB65F0"/>
    <w:rsid w:val="00CC2C8F"/>
    <w:rsid w:val="00CC437C"/>
    <w:rsid w:val="00CC5DF6"/>
    <w:rsid w:val="00CD4172"/>
    <w:rsid w:val="00CF576A"/>
    <w:rsid w:val="00D07C7B"/>
    <w:rsid w:val="00D416D1"/>
    <w:rsid w:val="00D77414"/>
    <w:rsid w:val="00DA6C61"/>
    <w:rsid w:val="00DC12D9"/>
    <w:rsid w:val="00DC2A07"/>
    <w:rsid w:val="00DE6250"/>
    <w:rsid w:val="00E0271D"/>
    <w:rsid w:val="00E04697"/>
    <w:rsid w:val="00E12AF9"/>
    <w:rsid w:val="00E15B54"/>
    <w:rsid w:val="00E444CC"/>
    <w:rsid w:val="00E51261"/>
    <w:rsid w:val="00E62D0A"/>
    <w:rsid w:val="00E92ADF"/>
    <w:rsid w:val="00EC1CE0"/>
    <w:rsid w:val="00EC2543"/>
    <w:rsid w:val="00EF2A61"/>
    <w:rsid w:val="00F245BC"/>
    <w:rsid w:val="00F35330"/>
    <w:rsid w:val="00F626F2"/>
    <w:rsid w:val="00F824BB"/>
    <w:rsid w:val="00F85308"/>
    <w:rsid w:val="00FB3135"/>
    <w:rsid w:val="00FC45D2"/>
    <w:rsid w:val="00FC5F1F"/>
    <w:rsid w:val="00FD3F78"/>
    <w:rsid w:val="00FD5FB6"/>
    <w:rsid w:val="00FE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5:docId w15:val="{480A86AE-1254-43E9-9DC8-CFE0C836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8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rsid w:val="005623FE"/>
    <w:pPr>
      <w:spacing w:after="120" w:line="480" w:lineRule="auto"/>
    </w:pPr>
  </w:style>
  <w:style w:type="character" w:customStyle="1" w:styleId="ZhlavChar">
    <w:name w:val="Záhlaví Char"/>
    <w:basedOn w:val="Standardnpsmoodstavce"/>
    <w:link w:val="Zhlav"/>
    <w:rsid w:val="00043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</Template>
  <TotalTime>27</TotalTime>
  <Pages>6</Pages>
  <Words>1180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2019-04-14T17:06:00Z</cp:lastPrinted>
  <dcterms:created xsi:type="dcterms:W3CDTF">2019-05-06T21:42:00Z</dcterms:created>
  <dcterms:modified xsi:type="dcterms:W3CDTF">2019-05-06T22:12:00Z</dcterms:modified>
</cp:coreProperties>
</file>